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529" w:rsidRDefault="00F15529" w:rsidP="00F15529">
      <w:pPr>
        <w:pageBreakBefore/>
        <w:spacing w:line="480" w:lineRule="auto"/>
      </w:pPr>
      <w:r>
        <w:rPr>
          <w:rFonts w:hint="eastAsia"/>
        </w:rPr>
        <w:t>第1号様式（選挙人 → 病院長等）</w:t>
      </w:r>
    </w:p>
    <w:p w:rsidR="00F15529" w:rsidRDefault="00F15529" w:rsidP="00F15529">
      <w:pPr>
        <w:spacing w:line="480" w:lineRule="auto"/>
      </w:pPr>
    </w:p>
    <w:p w:rsidR="00F15529" w:rsidRPr="005E63A2" w:rsidRDefault="00F15529" w:rsidP="00F15529">
      <w:pPr>
        <w:spacing w:line="480" w:lineRule="auto"/>
        <w:jc w:val="center"/>
        <w:rPr>
          <w:rFonts w:eastAsia="ＭＳ ゴシック"/>
          <w:sz w:val="36"/>
        </w:rPr>
      </w:pPr>
      <w:r w:rsidRPr="005E63A2">
        <w:rPr>
          <w:rFonts w:eastAsia="ＭＳ ゴシック" w:hint="eastAsia"/>
          <w:sz w:val="36"/>
        </w:rPr>
        <w:t>不在者投票用紙等代理請求依頼書</w:t>
      </w:r>
    </w:p>
    <w:p w:rsidR="00F15529" w:rsidRDefault="00F15529" w:rsidP="00F15529">
      <w:pPr>
        <w:spacing w:line="480" w:lineRule="auto"/>
      </w:pPr>
    </w:p>
    <w:p w:rsidR="00F15529" w:rsidRPr="00FD21A8" w:rsidRDefault="00F15529" w:rsidP="00703C17">
      <w:pPr>
        <w:spacing w:line="480" w:lineRule="auto"/>
        <w:ind w:firstLineChars="100" w:firstLine="240"/>
      </w:pPr>
      <w:r w:rsidRPr="00FD21A8">
        <w:rPr>
          <w:rFonts w:hint="eastAsia"/>
        </w:rPr>
        <w:t>私（達）は、</w:t>
      </w:r>
      <w:r w:rsidR="00326291" w:rsidRPr="00FD21A8">
        <w:rPr>
          <w:rFonts w:hint="eastAsia"/>
        </w:rPr>
        <w:t>令和</w:t>
      </w:r>
      <w:r w:rsidR="00703C17" w:rsidRPr="00FD21A8">
        <w:rPr>
          <w:rFonts w:hint="eastAsia"/>
        </w:rPr>
        <w:t>7</w:t>
      </w:r>
      <w:r w:rsidRPr="00FD21A8">
        <w:rPr>
          <w:rFonts w:hint="eastAsia"/>
        </w:rPr>
        <w:t>年</w:t>
      </w:r>
      <w:r w:rsidR="00703C17" w:rsidRPr="00FD21A8">
        <w:rPr>
          <w:rFonts w:hint="eastAsia"/>
        </w:rPr>
        <w:t>10</w:t>
      </w:r>
      <w:r w:rsidRPr="00FD21A8">
        <w:rPr>
          <w:rFonts w:hint="eastAsia"/>
        </w:rPr>
        <w:t>月</w:t>
      </w:r>
      <w:r w:rsidR="00703C17" w:rsidRPr="00FD21A8">
        <w:rPr>
          <w:rFonts w:hint="eastAsia"/>
        </w:rPr>
        <w:t>26</w:t>
      </w:r>
      <w:r w:rsidRPr="00FD21A8">
        <w:rPr>
          <w:rFonts w:hint="eastAsia"/>
        </w:rPr>
        <w:t>日執行の</w:t>
      </w:r>
      <w:r w:rsidR="00703C17" w:rsidRPr="00FD21A8">
        <w:rPr>
          <w:rFonts w:hint="eastAsia"/>
        </w:rPr>
        <w:t>上越市長選挙及び</w:t>
      </w:r>
      <w:r w:rsidR="00F97119" w:rsidRPr="00FD21A8">
        <w:rPr>
          <w:rFonts w:hint="eastAsia"/>
        </w:rPr>
        <w:t>上越市議会議員</w:t>
      </w:r>
      <w:r w:rsidR="00703C17" w:rsidRPr="00FD21A8">
        <w:rPr>
          <w:rFonts w:hint="eastAsia"/>
        </w:rPr>
        <w:t>補欠</w:t>
      </w:r>
      <w:r w:rsidR="00B16595" w:rsidRPr="00FD21A8">
        <w:rPr>
          <w:rFonts w:hint="eastAsia"/>
        </w:rPr>
        <w:t>選挙</w:t>
      </w:r>
      <w:r w:rsidRPr="00FD21A8">
        <w:rPr>
          <w:rFonts w:hint="eastAsia"/>
        </w:rPr>
        <w:t>の投票を</w:t>
      </w:r>
      <w:r w:rsidR="00F7538B" w:rsidRPr="00FD21A8">
        <w:rPr>
          <w:rFonts w:hint="eastAsia"/>
        </w:rPr>
        <w:t>、</w:t>
      </w:r>
      <w:r w:rsidR="00345A1A" w:rsidRPr="00FD21A8">
        <w:rPr>
          <w:rFonts w:hint="eastAsia"/>
        </w:rPr>
        <w:t>当</w:t>
      </w:r>
      <w:r w:rsidR="00345A1A" w:rsidRPr="00FD21A8">
        <w:rPr>
          <w:rFonts w:hint="eastAsia"/>
          <w:u w:val="dotted"/>
        </w:rPr>
        <w:t xml:space="preserve">　　　　　　　　　　　　</w:t>
      </w:r>
      <w:r w:rsidRPr="00FD21A8">
        <w:rPr>
          <w:rFonts w:hint="eastAsia"/>
        </w:rPr>
        <w:t>で行いたいので、投票用紙及び不在者投票用封筒の交付請求をしてくださるよう依頼します。</w:t>
      </w:r>
    </w:p>
    <w:p w:rsidR="00F15529" w:rsidRPr="00FD21A8" w:rsidRDefault="00F15529" w:rsidP="00F15529">
      <w:pPr>
        <w:spacing w:line="480" w:lineRule="auto"/>
      </w:pPr>
    </w:p>
    <w:p w:rsidR="00F15529" w:rsidRPr="00FD21A8" w:rsidRDefault="00326291" w:rsidP="00F15529">
      <w:pPr>
        <w:spacing w:line="480" w:lineRule="auto"/>
      </w:pPr>
      <w:r w:rsidRPr="00FD21A8">
        <w:rPr>
          <w:rFonts w:hint="eastAsia"/>
        </w:rPr>
        <w:t xml:space="preserve">　　令和</w:t>
      </w:r>
      <w:r w:rsidR="00F15529" w:rsidRPr="00FD21A8">
        <w:rPr>
          <w:rFonts w:hint="eastAsia"/>
        </w:rPr>
        <w:t xml:space="preserve">　　　年　　　月　　　日</w:t>
      </w:r>
    </w:p>
    <w:p w:rsidR="00F15529" w:rsidRPr="00FD21A8" w:rsidRDefault="00F15529" w:rsidP="00F15529">
      <w:pPr>
        <w:spacing w:line="480" w:lineRule="auto"/>
      </w:pPr>
    </w:p>
    <w:p w:rsidR="003454DD" w:rsidRPr="00FD21A8" w:rsidRDefault="003454DD" w:rsidP="003454DD">
      <w:pPr>
        <w:spacing w:line="480" w:lineRule="auto"/>
        <w:ind w:right="1026"/>
        <w:jc w:val="right"/>
      </w:pPr>
      <w:r w:rsidRPr="00FD21A8">
        <w:rPr>
          <w:rFonts w:hint="eastAsia"/>
        </w:rPr>
        <w:t>依　頼　者 （別紙のとおり）</w:t>
      </w:r>
    </w:p>
    <w:p w:rsidR="00F15529" w:rsidRPr="00FD21A8" w:rsidRDefault="00F15529" w:rsidP="00F15529">
      <w:pPr>
        <w:spacing w:line="480" w:lineRule="auto"/>
      </w:pPr>
    </w:p>
    <w:p w:rsidR="00302551" w:rsidRPr="00FD21A8" w:rsidRDefault="00F15529" w:rsidP="00F15529">
      <w:pPr>
        <w:spacing w:line="480" w:lineRule="auto"/>
      </w:pPr>
      <w:r w:rsidRPr="00FD21A8">
        <w:rPr>
          <w:rFonts w:hint="eastAsia"/>
        </w:rPr>
        <w:t xml:space="preserve">　</w:t>
      </w:r>
      <w:r w:rsidR="00F97119" w:rsidRPr="00FD21A8">
        <w:rPr>
          <w:rFonts w:hint="eastAsia"/>
        </w:rPr>
        <w:t xml:space="preserve">　</w:t>
      </w:r>
      <w:r w:rsidRPr="00FD21A8">
        <w:rPr>
          <w:rFonts w:hint="eastAsia"/>
        </w:rPr>
        <w:t xml:space="preserve">不在者投票管理者　　　　　　　　　　　　</w:t>
      </w:r>
    </w:p>
    <w:p w:rsidR="00302551" w:rsidRPr="00FD21A8" w:rsidRDefault="00302551" w:rsidP="00302551">
      <w:pPr>
        <w:spacing w:line="480" w:lineRule="auto"/>
      </w:pPr>
    </w:p>
    <w:p w:rsidR="00F15529" w:rsidRPr="00FD21A8" w:rsidRDefault="00302551" w:rsidP="00302551">
      <w:pPr>
        <w:spacing w:line="480" w:lineRule="auto"/>
        <w:rPr>
          <w:u w:val="single"/>
        </w:rPr>
      </w:pPr>
      <w:r w:rsidRPr="00FD21A8">
        <w:rPr>
          <w:rFonts w:hint="eastAsia"/>
        </w:rPr>
        <w:t xml:space="preserve">　　</w:t>
      </w:r>
      <w:r w:rsidRPr="00FD21A8">
        <w:rPr>
          <w:rFonts w:hint="eastAsia"/>
          <w:u w:val="single"/>
        </w:rPr>
        <w:t xml:space="preserve">　　　　　　　　　　　　　　　　　　　様</w:t>
      </w:r>
    </w:p>
    <w:p w:rsidR="00F15529" w:rsidRPr="00FD21A8" w:rsidRDefault="00F15529" w:rsidP="00F15529">
      <w:pPr>
        <w:pageBreakBefore/>
        <w:spacing w:line="480" w:lineRule="auto"/>
      </w:pPr>
      <w:r w:rsidRPr="00FD21A8">
        <w:rPr>
          <w:rFonts w:hint="eastAsia"/>
        </w:rPr>
        <w:lastRenderedPageBreak/>
        <w:t>第1号様式　別紙</w:t>
      </w:r>
    </w:p>
    <w:tbl>
      <w:tblPr>
        <w:tblW w:w="9356"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261"/>
        <w:gridCol w:w="2126"/>
        <w:gridCol w:w="1843"/>
        <w:gridCol w:w="2126"/>
      </w:tblGrid>
      <w:tr w:rsidR="00FC3147" w:rsidRPr="00FD21A8" w:rsidTr="00FC3147">
        <w:trPr>
          <w:cantSplit/>
          <w:trHeight w:val="397"/>
        </w:trPr>
        <w:tc>
          <w:tcPr>
            <w:tcW w:w="3261" w:type="dxa"/>
            <w:tcBorders>
              <w:top w:val="single" w:sz="12" w:space="0" w:color="auto"/>
              <w:bottom w:val="double" w:sz="6" w:space="0" w:color="auto"/>
            </w:tcBorders>
            <w:vAlign w:val="center"/>
          </w:tcPr>
          <w:p w:rsidR="00FC3147" w:rsidRPr="00FD21A8" w:rsidRDefault="00FC3147" w:rsidP="00F15529">
            <w:pPr>
              <w:jc w:val="center"/>
              <w:rPr>
                <w:rFonts w:hAnsi="ＭＳ 明朝"/>
                <w:sz w:val="21"/>
              </w:rPr>
            </w:pPr>
            <w:r w:rsidRPr="00FD21A8">
              <w:rPr>
                <w:rFonts w:hAnsi="ＭＳ 明朝" w:hint="eastAsia"/>
                <w:sz w:val="21"/>
              </w:rPr>
              <w:t>住　　　　所</w:t>
            </w:r>
          </w:p>
        </w:tc>
        <w:tc>
          <w:tcPr>
            <w:tcW w:w="2126" w:type="dxa"/>
            <w:tcBorders>
              <w:top w:val="single" w:sz="12" w:space="0" w:color="auto"/>
              <w:bottom w:val="double" w:sz="6" w:space="0" w:color="auto"/>
            </w:tcBorders>
            <w:vAlign w:val="center"/>
          </w:tcPr>
          <w:p w:rsidR="00FC3147" w:rsidRPr="00FD21A8" w:rsidRDefault="00FC3147" w:rsidP="00F15529">
            <w:pPr>
              <w:jc w:val="center"/>
              <w:rPr>
                <w:rFonts w:hAnsi="ＭＳ 明朝"/>
                <w:sz w:val="21"/>
              </w:rPr>
            </w:pPr>
            <w:r w:rsidRPr="00FD21A8">
              <w:rPr>
                <w:rFonts w:hAnsi="ＭＳ 明朝" w:hint="eastAsia"/>
                <w:sz w:val="21"/>
              </w:rPr>
              <w:t>選挙人氏名</w:t>
            </w:r>
          </w:p>
        </w:tc>
        <w:tc>
          <w:tcPr>
            <w:tcW w:w="1843" w:type="dxa"/>
            <w:tcBorders>
              <w:top w:val="single" w:sz="12" w:space="0" w:color="auto"/>
              <w:bottom w:val="double" w:sz="6" w:space="0" w:color="auto"/>
            </w:tcBorders>
            <w:vAlign w:val="center"/>
          </w:tcPr>
          <w:p w:rsidR="00FC3147" w:rsidRPr="00FD21A8" w:rsidRDefault="00FC3147" w:rsidP="00FC3147">
            <w:pPr>
              <w:jc w:val="center"/>
              <w:rPr>
                <w:rFonts w:hAnsi="ＭＳ 明朝"/>
                <w:sz w:val="21"/>
              </w:rPr>
            </w:pPr>
            <w:r w:rsidRPr="00FD21A8">
              <w:rPr>
                <w:rFonts w:hAnsi="ＭＳ 明朝" w:hint="eastAsia"/>
                <w:sz w:val="21"/>
              </w:rPr>
              <w:t>生年月日</w:t>
            </w:r>
          </w:p>
        </w:tc>
        <w:tc>
          <w:tcPr>
            <w:tcW w:w="2126" w:type="dxa"/>
            <w:tcBorders>
              <w:top w:val="single" w:sz="12" w:space="0" w:color="auto"/>
              <w:bottom w:val="double" w:sz="6" w:space="0" w:color="auto"/>
            </w:tcBorders>
            <w:vAlign w:val="center"/>
          </w:tcPr>
          <w:p w:rsidR="00FC3147" w:rsidRPr="00FD21A8" w:rsidRDefault="00FC3147" w:rsidP="00F15529">
            <w:pPr>
              <w:jc w:val="center"/>
              <w:rPr>
                <w:rFonts w:hAnsi="ＭＳ 明朝"/>
                <w:sz w:val="21"/>
              </w:rPr>
            </w:pPr>
            <w:r w:rsidRPr="00FD21A8">
              <w:rPr>
                <w:rFonts w:hAnsi="ＭＳ 明朝" w:hint="eastAsia"/>
                <w:sz w:val="21"/>
              </w:rPr>
              <w:t>備</w:t>
            </w:r>
            <w:r w:rsidR="00075B04" w:rsidRPr="00FD21A8">
              <w:rPr>
                <w:rFonts w:hAnsi="ＭＳ 明朝" w:hint="eastAsia"/>
                <w:sz w:val="21"/>
              </w:rPr>
              <w:t xml:space="preserve">　</w:t>
            </w:r>
            <w:r w:rsidRPr="00FD21A8">
              <w:rPr>
                <w:rFonts w:hAnsi="ＭＳ 明朝" w:hint="eastAsia"/>
                <w:sz w:val="21"/>
              </w:rPr>
              <w:t xml:space="preserve">　考</w:t>
            </w:r>
          </w:p>
        </w:tc>
      </w:tr>
      <w:tr w:rsidR="00FC3147" w:rsidRPr="00FD21A8" w:rsidTr="00FC3147">
        <w:trPr>
          <w:cantSplit/>
          <w:trHeight w:val="624"/>
        </w:trPr>
        <w:tc>
          <w:tcPr>
            <w:tcW w:w="3261" w:type="dxa"/>
            <w:tcBorders>
              <w:top w:val="nil"/>
            </w:tcBorders>
            <w:vAlign w:val="center"/>
          </w:tcPr>
          <w:p w:rsidR="00FC3147" w:rsidRPr="00FD21A8" w:rsidRDefault="00FC3147" w:rsidP="00F15529">
            <w:pPr>
              <w:rPr>
                <w:rFonts w:hAnsi="ＭＳ 明朝"/>
              </w:rPr>
            </w:pPr>
          </w:p>
        </w:tc>
        <w:tc>
          <w:tcPr>
            <w:tcW w:w="2126" w:type="dxa"/>
            <w:tcBorders>
              <w:top w:val="nil"/>
            </w:tcBorders>
            <w:vAlign w:val="center"/>
          </w:tcPr>
          <w:p w:rsidR="00FC3147" w:rsidRPr="00FD21A8" w:rsidRDefault="00FC3147" w:rsidP="00F15529">
            <w:pPr>
              <w:rPr>
                <w:rFonts w:hAnsi="ＭＳ 明朝"/>
              </w:rPr>
            </w:pPr>
          </w:p>
        </w:tc>
        <w:tc>
          <w:tcPr>
            <w:tcW w:w="1843" w:type="dxa"/>
            <w:tcBorders>
              <w:top w:val="nil"/>
            </w:tcBorders>
            <w:vAlign w:val="center"/>
          </w:tcPr>
          <w:p w:rsidR="00FC3147" w:rsidRPr="00FD21A8" w:rsidRDefault="00FC3147" w:rsidP="00FC3147">
            <w:pPr>
              <w:spacing w:line="360" w:lineRule="auto"/>
              <w:jc w:val="left"/>
              <w:rPr>
                <w:rFonts w:hAnsi="ＭＳ 明朝"/>
                <w:sz w:val="16"/>
              </w:rPr>
            </w:pPr>
            <w:r w:rsidRPr="00FD21A8">
              <w:rPr>
                <w:rFonts w:hAnsi="ＭＳ 明朝" w:hint="eastAsia"/>
                <w:sz w:val="14"/>
                <w:szCs w:val="14"/>
              </w:rPr>
              <w:t>大正・昭和・平成</w:t>
            </w:r>
          </w:p>
          <w:p w:rsidR="00FC3147" w:rsidRPr="00FD21A8" w:rsidRDefault="00FC3147" w:rsidP="00F15529">
            <w:pPr>
              <w:jc w:val="right"/>
              <w:rPr>
                <w:rFonts w:hAnsi="ＭＳ 明朝"/>
                <w:sz w:val="16"/>
              </w:rPr>
            </w:pPr>
            <w:r w:rsidRPr="00FD21A8">
              <w:rPr>
                <w:rFonts w:hAnsi="ＭＳ 明朝" w:hint="eastAsia"/>
                <w:sz w:val="16"/>
              </w:rPr>
              <w:t>年   月   日</w:t>
            </w:r>
          </w:p>
        </w:tc>
        <w:tc>
          <w:tcPr>
            <w:tcW w:w="2126" w:type="dxa"/>
            <w:tcBorders>
              <w:top w:val="nil"/>
            </w:tcBorders>
            <w:vAlign w:val="center"/>
          </w:tcPr>
          <w:p w:rsidR="00FC3147" w:rsidRPr="00FD21A8" w:rsidRDefault="00FC3147" w:rsidP="00F15529">
            <w:pPr>
              <w:rPr>
                <w:rFonts w:hAnsi="ＭＳ 明朝"/>
              </w:rPr>
            </w:pPr>
          </w:p>
        </w:tc>
      </w:tr>
      <w:tr w:rsidR="00FC3147" w:rsidRPr="00FD21A8" w:rsidTr="00FC3147">
        <w:trPr>
          <w:cantSplit/>
          <w:trHeight w:val="624"/>
        </w:trPr>
        <w:tc>
          <w:tcPr>
            <w:tcW w:w="3261" w:type="dxa"/>
            <w:vAlign w:val="center"/>
          </w:tcPr>
          <w:p w:rsidR="00FC3147" w:rsidRPr="00FD21A8" w:rsidRDefault="00FC3147" w:rsidP="00F15529">
            <w:pPr>
              <w:rPr>
                <w:rFonts w:hAnsi="ＭＳ 明朝"/>
              </w:rPr>
            </w:pPr>
          </w:p>
        </w:tc>
        <w:tc>
          <w:tcPr>
            <w:tcW w:w="2126" w:type="dxa"/>
            <w:vAlign w:val="center"/>
          </w:tcPr>
          <w:p w:rsidR="00FC3147" w:rsidRPr="00FD21A8" w:rsidRDefault="00FC3147" w:rsidP="00F15529">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15529">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15529">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C3147">
            <w:pPr>
              <w:rPr>
                <w:rFonts w:hAnsi="ＭＳ 明朝"/>
              </w:rPr>
            </w:pPr>
          </w:p>
        </w:tc>
        <w:tc>
          <w:tcPr>
            <w:tcW w:w="2126" w:type="dxa"/>
            <w:vAlign w:val="center"/>
          </w:tcPr>
          <w:p w:rsidR="00FC3147" w:rsidRPr="00FD21A8" w:rsidRDefault="00FC3147" w:rsidP="00FC3147">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C3147">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C3147">
            <w:pPr>
              <w:rPr>
                <w:rFonts w:hAnsi="ＭＳ 明朝"/>
              </w:rPr>
            </w:pPr>
          </w:p>
        </w:tc>
      </w:tr>
      <w:tr w:rsidR="00FC3147" w:rsidRPr="00FD21A8" w:rsidTr="00FC3147">
        <w:trPr>
          <w:cantSplit/>
          <w:trHeight w:val="624"/>
        </w:trPr>
        <w:tc>
          <w:tcPr>
            <w:tcW w:w="3261" w:type="dxa"/>
            <w:vAlign w:val="center"/>
          </w:tcPr>
          <w:p w:rsidR="00FC3147" w:rsidRPr="00FD21A8" w:rsidRDefault="00FC3147" w:rsidP="00F15529">
            <w:pPr>
              <w:rPr>
                <w:rFonts w:hAnsi="ＭＳ 明朝"/>
              </w:rPr>
            </w:pPr>
          </w:p>
        </w:tc>
        <w:tc>
          <w:tcPr>
            <w:tcW w:w="2126" w:type="dxa"/>
            <w:vAlign w:val="center"/>
          </w:tcPr>
          <w:p w:rsidR="00FC3147" w:rsidRPr="00FD21A8" w:rsidRDefault="00FC3147" w:rsidP="00F15529">
            <w:pPr>
              <w:rPr>
                <w:rFonts w:hAnsi="ＭＳ 明朝"/>
              </w:rPr>
            </w:pPr>
          </w:p>
        </w:tc>
        <w:tc>
          <w:tcPr>
            <w:tcW w:w="1843" w:type="dxa"/>
            <w:vAlign w:val="center"/>
          </w:tcPr>
          <w:p w:rsidR="00FC3147" w:rsidRPr="00FD21A8" w:rsidRDefault="00FC3147" w:rsidP="00FC3147">
            <w:pPr>
              <w:spacing w:line="360" w:lineRule="auto"/>
              <w:rPr>
                <w:rFonts w:hAnsi="ＭＳ 明朝"/>
                <w:sz w:val="16"/>
              </w:rPr>
            </w:pPr>
            <w:r w:rsidRPr="00FD21A8">
              <w:rPr>
                <w:rFonts w:hAnsi="ＭＳ 明朝" w:hint="eastAsia"/>
                <w:sz w:val="14"/>
                <w:szCs w:val="14"/>
              </w:rPr>
              <w:t>大正・昭和・平成</w:t>
            </w:r>
          </w:p>
          <w:p w:rsidR="00FC3147" w:rsidRPr="00FD21A8" w:rsidRDefault="00FC3147" w:rsidP="00F15529">
            <w:pPr>
              <w:jc w:val="right"/>
              <w:rPr>
                <w:rFonts w:hAnsi="ＭＳ 明朝"/>
                <w:sz w:val="16"/>
              </w:rPr>
            </w:pPr>
            <w:r w:rsidRPr="00FD21A8">
              <w:rPr>
                <w:rFonts w:hAnsi="ＭＳ 明朝" w:hint="eastAsia"/>
                <w:sz w:val="16"/>
              </w:rPr>
              <w:t>年   月   日</w:t>
            </w:r>
          </w:p>
        </w:tc>
        <w:tc>
          <w:tcPr>
            <w:tcW w:w="2126" w:type="dxa"/>
            <w:vAlign w:val="center"/>
          </w:tcPr>
          <w:p w:rsidR="00FC3147" w:rsidRPr="00FD21A8" w:rsidRDefault="00FC3147" w:rsidP="00F15529">
            <w:pPr>
              <w:rPr>
                <w:rFonts w:hAnsi="ＭＳ 明朝"/>
              </w:rPr>
            </w:pPr>
          </w:p>
        </w:tc>
      </w:tr>
    </w:tbl>
    <w:p w:rsidR="00F15529" w:rsidRPr="00FD21A8" w:rsidRDefault="00F15529" w:rsidP="00F15529">
      <w:pPr>
        <w:spacing w:before="120"/>
        <w:rPr>
          <w:rFonts w:hAnsi="ＭＳ 明朝"/>
          <w:sz w:val="22"/>
        </w:rPr>
      </w:pPr>
      <w:r w:rsidRPr="00FD21A8">
        <w:rPr>
          <w:rFonts w:hAnsi="ＭＳ 明朝" w:hint="eastAsia"/>
          <w:sz w:val="22"/>
        </w:rPr>
        <w:t>※　点字によって投票しようとする選挙人は、備考欄に「点字」と記載してください。</w:t>
      </w:r>
    </w:p>
    <w:p w:rsidR="003454DD" w:rsidRPr="00FD21A8" w:rsidRDefault="003454DD" w:rsidP="003454DD">
      <w:pPr>
        <w:spacing w:before="120"/>
        <w:ind w:left="220" w:hangingChars="100" w:hanging="220"/>
        <w:rPr>
          <w:rFonts w:hAnsi="ＭＳ 明朝"/>
          <w:sz w:val="22"/>
        </w:rPr>
      </w:pPr>
      <w:r w:rsidRPr="00FD21A8">
        <w:rPr>
          <w:rFonts w:hAnsi="ＭＳ 明朝" w:hint="eastAsia"/>
          <w:sz w:val="22"/>
        </w:rPr>
        <w:t>※　市長選・市議補選のいずれかの投票を希望しない場合は、備考欄に「市長選のみ投票」等と記載してください。</w:t>
      </w:r>
    </w:p>
    <w:p w:rsidR="00F15529" w:rsidRPr="00FD21A8" w:rsidRDefault="00F15529" w:rsidP="00F15529">
      <w:pPr>
        <w:spacing w:before="120"/>
        <w:ind w:left="220" w:hangingChars="100" w:hanging="220"/>
        <w:rPr>
          <w:rFonts w:hAnsi="ＭＳ 明朝"/>
          <w:sz w:val="22"/>
        </w:rPr>
      </w:pPr>
      <w:r w:rsidRPr="00FD21A8">
        <w:rPr>
          <w:rFonts w:hAnsi="ＭＳ 明朝" w:hint="eastAsia"/>
          <w:sz w:val="22"/>
        </w:rPr>
        <w:t>※　やむを得ず選挙人に代わって代理</w:t>
      </w:r>
      <w:r w:rsidR="00345A1A" w:rsidRPr="00FD21A8">
        <w:rPr>
          <w:rFonts w:hAnsi="ＭＳ 明朝" w:hint="eastAsia"/>
          <w:sz w:val="22"/>
        </w:rPr>
        <w:t>記載</w:t>
      </w:r>
      <w:r w:rsidRPr="00FD21A8">
        <w:rPr>
          <w:rFonts w:hAnsi="ＭＳ 明朝" w:hint="eastAsia"/>
          <w:sz w:val="22"/>
        </w:rPr>
        <w:t>する場合は、備考欄に「代理</w:t>
      </w:r>
      <w:r w:rsidR="00345A1A" w:rsidRPr="00FD21A8">
        <w:rPr>
          <w:rFonts w:hAnsi="ＭＳ 明朝" w:hint="eastAsia"/>
          <w:sz w:val="22"/>
        </w:rPr>
        <w:t>記載</w:t>
      </w:r>
      <w:r w:rsidRPr="00FD21A8">
        <w:rPr>
          <w:rFonts w:hAnsi="ＭＳ 明朝" w:hint="eastAsia"/>
          <w:sz w:val="22"/>
        </w:rPr>
        <w:t>者○○」と</w:t>
      </w:r>
      <w:r w:rsidR="00345A1A" w:rsidRPr="00FD21A8">
        <w:rPr>
          <w:rFonts w:hAnsi="ＭＳ 明朝" w:hint="eastAsia"/>
          <w:sz w:val="22"/>
        </w:rPr>
        <w:t>記載</w:t>
      </w:r>
      <w:r w:rsidRPr="00FD21A8">
        <w:rPr>
          <w:rFonts w:hAnsi="ＭＳ 明朝" w:hint="eastAsia"/>
          <w:sz w:val="22"/>
        </w:rPr>
        <w:t>してください。</w:t>
      </w:r>
      <w:bookmarkStart w:id="0" w:name="_GoBack"/>
      <w:bookmarkEnd w:id="0"/>
    </w:p>
    <w:sectPr w:rsidR="00F15529" w:rsidRPr="00FD21A8" w:rsidSect="006D197F">
      <w:pgSz w:w="11906" w:h="16838" w:code="9"/>
      <w:pgMar w:top="680" w:right="1021" w:bottom="340" w:left="1474" w:header="851" w:footer="992" w:gutter="0"/>
      <w:cols w:space="425"/>
      <w:docGrid w:linePitch="364" w:charSpace="-49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ACF" w:rsidRDefault="00320ACF" w:rsidP="00F62984">
      <w:r>
        <w:separator/>
      </w:r>
    </w:p>
  </w:endnote>
  <w:endnote w:type="continuationSeparator" w:id="0">
    <w:p w:rsidR="00320ACF" w:rsidRDefault="00320ACF" w:rsidP="00F6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ACF" w:rsidRDefault="00320ACF" w:rsidP="00F62984">
      <w:r>
        <w:separator/>
      </w:r>
    </w:p>
  </w:footnote>
  <w:footnote w:type="continuationSeparator" w:id="0">
    <w:p w:rsidR="00320ACF" w:rsidRDefault="00320ACF" w:rsidP="00F62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080F20"/>
    <w:multiLevelType w:val="singleLevel"/>
    <w:tmpl w:val="F0D605AE"/>
    <w:lvl w:ilvl="0">
      <w:numFmt w:val="bullet"/>
      <w:lvlText w:val="※"/>
      <w:lvlJc w:val="left"/>
      <w:pPr>
        <w:tabs>
          <w:tab w:val="num" w:pos="495"/>
        </w:tabs>
        <w:ind w:left="495" w:hanging="495"/>
      </w:pPr>
      <w:rPr>
        <w:rFonts w:ascii="ＭＳ 明朝"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182"/>
  <w:displayVerticalDrawingGridEvery w:val="2"/>
  <w:characterSpacingControl w:val="compressPunctuation"/>
  <w:strictFirstAndLastChars/>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E4AE6"/>
    <w:rsid w:val="00026806"/>
    <w:rsid w:val="0004401A"/>
    <w:rsid w:val="00075B04"/>
    <w:rsid w:val="000A5EA3"/>
    <w:rsid w:val="000B5ECC"/>
    <w:rsid w:val="000B66C6"/>
    <w:rsid w:val="000C7001"/>
    <w:rsid w:val="000E633C"/>
    <w:rsid w:val="000E6380"/>
    <w:rsid w:val="000F53E8"/>
    <w:rsid w:val="00102940"/>
    <w:rsid w:val="001057FA"/>
    <w:rsid w:val="00127A3C"/>
    <w:rsid w:val="00192390"/>
    <w:rsid w:val="002166A7"/>
    <w:rsid w:val="00273AC8"/>
    <w:rsid w:val="002C0EA1"/>
    <w:rsid w:val="002D164F"/>
    <w:rsid w:val="00302551"/>
    <w:rsid w:val="00303CEB"/>
    <w:rsid w:val="00320ACF"/>
    <w:rsid w:val="00326291"/>
    <w:rsid w:val="003454DD"/>
    <w:rsid w:val="00345A1A"/>
    <w:rsid w:val="003545AC"/>
    <w:rsid w:val="003546DF"/>
    <w:rsid w:val="00382555"/>
    <w:rsid w:val="003B0C52"/>
    <w:rsid w:val="003D2D6A"/>
    <w:rsid w:val="003E6B51"/>
    <w:rsid w:val="003F1080"/>
    <w:rsid w:val="0042539A"/>
    <w:rsid w:val="00442016"/>
    <w:rsid w:val="00466EC1"/>
    <w:rsid w:val="004815B0"/>
    <w:rsid w:val="004944F8"/>
    <w:rsid w:val="004A290A"/>
    <w:rsid w:val="004C2EE7"/>
    <w:rsid w:val="004D36CB"/>
    <w:rsid w:val="00513756"/>
    <w:rsid w:val="00554666"/>
    <w:rsid w:val="00555310"/>
    <w:rsid w:val="005B3855"/>
    <w:rsid w:val="005D42F9"/>
    <w:rsid w:val="005E0EEF"/>
    <w:rsid w:val="005E63A2"/>
    <w:rsid w:val="00630F42"/>
    <w:rsid w:val="006826CB"/>
    <w:rsid w:val="00686153"/>
    <w:rsid w:val="006C4059"/>
    <w:rsid w:val="006C65B0"/>
    <w:rsid w:val="006D197F"/>
    <w:rsid w:val="006D7961"/>
    <w:rsid w:val="00703C17"/>
    <w:rsid w:val="00761291"/>
    <w:rsid w:val="0076321A"/>
    <w:rsid w:val="0077087B"/>
    <w:rsid w:val="00777C58"/>
    <w:rsid w:val="00780C76"/>
    <w:rsid w:val="007C4779"/>
    <w:rsid w:val="007C7CF8"/>
    <w:rsid w:val="007D52BE"/>
    <w:rsid w:val="008161A2"/>
    <w:rsid w:val="00824DE5"/>
    <w:rsid w:val="008253C0"/>
    <w:rsid w:val="00857CCD"/>
    <w:rsid w:val="008640DA"/>
    <w:rsid w:val="00870D55"/>
    <w:rsid w:val="00890863"/>
    <w:rsid w:val="008C740F"/>
    <w:rsid w:val="008D2921"/>
    <w:rsid w:val="00907556"/>
    <w:rsid w:val="009173DF"/>
    <w:rsid w:val="00934FB8"/>
    <w:rsid w:val="00957DBC"/>
    <w:rsid w:val="009E52E0"/>
    <w:rsid w:val="00A20E6D"/>
    <w:rsid w:val="00A36AA8"/>
    <w:rsid w:val="00A60BA9"/>
    <w:rsid w:val="00A70589"/>
    <w:rsid w:val="00A8215D"/>
    <w:rsid w:val="00B12732"/>
    <w:rsid w:val="00B16595"/>
    <w:rsid w:val="00B5493A"/>
    <w:rsid w:val="00B90B11"/>
    <w:rsid w:val="00BA130A"/>
    <w:rsid w:val="00BB5275"/>
    <w:rsid w:val="00BE27DD"/>
    <w:rsid w:val="00C13915"/>
    <w:rsid w:val="00C3206C"/>
    <w:rsid w:val="00C50DED"/>
    <w:rsid w:val="00C741F2"/>
    <w:rsid w:val="00CA70D1"/>
    <w:rsid w:val="00CB381F"/>
    <w:rsid w:val="00CD056B"/>
    <w:rsid w:val="00CE2B45"/>
    <w:rsid w:val="00CE3BEC"/>
    <w:rsid w:val="00CE4AE6"/>
    <w:rsid w:val="00D1208A"/>
    <w:rsid w:val="00D236CD"/>
    <w:rsid w:val="00D256D8"/>
    <w:rsid w:val="00D528FE"/>
    <w:rsid w:val="00D67CDB"/>
    <w:rsid w:val="00D7486B"/>
    <w:rsid w:val="00D7719D"/>
    <w:rsid w:val="00DA3276"/>
    <w:rsid w:val="00DC0029"/>
    <w:rsid w:val="00E131C8"/>
    <w:rsid w:val="00E2790F"/>
    <w:rsid w:val="00E36458"/>
    <w:rsid w:val="00E52F44"/>
    <w:rsid w:val="00E6546F"/>
    <w:rsid w:val="00E962B4"/>
    <w:rsid w:val="00EB139D"/>
    <w:rsid w:val="00F15529"/>
    <w:rsid w:val="00F215D5"/>
    <w:rsid w:val="00F4750B"/>
    <w:rsid w:val="00F62984"/>
    <w:rsid w:val="00F639E8"/>
    <w:rsid w:val="00F7037F"/>
    <w:rsid w:val="00F7538B"/>
    <w:rsid w:val="00F97119"/>
    <w:rsid w:val="00FC3147"/>
    <w:rsid w:val="00FD21A8"/>
    <w:rsid w:val="00FF7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rules v:ext="edit">
        <o:r id="V:Rule2" type="connector" idref="#_x0000_s1027"/>
      </o:rules>
    </o:shapelayout>
  </w:shapeDefaults>
  <w:decimalSymbol w:val="."/>
  <w:listSeparator w:val=","/>
  <w15:docId w15:val="{EA4EF9BD-430D-44E3-AFB2-A99460D67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276"/>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C2EE7"/>
    <w:pPr>
      <w:spacing w:line="320" w:lineRule="atLeast"/>
      <w:ind w:left="480" w:right="166" w:hanging="480"/>
    </w:pPr>
  </w:style>
  <w:style w:type="table" w:styleId="a4">
    <w:name w:val="Table Grid"/>
    <w:basedOn w:val="a1"/>
    <w:uiPriority w:val="59"/>
    <w:rsid w:val="00E52F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F639E8"/>
    <w:rPr>
      <w:rFonts w:ascii="Arial" w:eastAsia="ＭＳ ゴシック" w:hAnsi="Arial"/>
      <w:sz w:val="18"/>
      <w:szCs w:val="18"/>
    </w:rPr>
  </w:style>
  <w:style w:type="paragraph" w:styleId="a6">
    <w:name w:val="header"/>
    <w:basedOn w:val="a"/>
    <w:link w:val="a7"/>
    <w:rsid w:val="00F62984"/>
    <w:pPr>
      <w:tabs>
        <w:tab w:val="center" w:pos="4252"/>
        <w:tab w:val="right" w:pos="8504"/>
      </w:tabs>
      <w:snapToGrid w:val="0"/>
    </w:pPr>
  </w:style>
  <w:style w:type="character" w:customStyle="1" w:styleId="a7">
    <w:name w:val="ヘッダー (文字)"/>
    <w:basedOn w:val="a0"/>
    <w:link w:val="a6"/>
    <w:rsid w:val="00F62984"/>
    <w:rPr>
      <w:rFonts w:ascii="ＭＳ 明朝"/>
      <w:kern w:val="2"/>
      <w:sz w:val="24"/>
    </w:rPr>
  </w:style>
  <w:style w:type="paragraph" w:styleId="a8">
    <w:name w:val="footer"/>
    <w:basedOn w:val="a"/>
    <w:link w:val="a9"/>
    <w:rsid w:val="00F62984"/>
    <w:pPr>
      <w:tabs>
        <w:tab w:val="center" w:pos="4252"/>
        <w:tab w:val="right" w:pos="8504"/>
      </w:tabs>
      <w:snapToGrid w:val="0"/>
    </w:pPr>
  </w:style>
  <w:style w:type="character" w:customStyle="1" w:styleId="a9">
    <w:name w:val="フッター (文字)"/>
    <w:basedOn w:val="a0"/>
    <w:link w:val="a8"/>
    <w:rsid w:val="00F62984"/>
    <w:rPr>
      <w:rFonts w:ascii="ＭＳ 明朝"/>
      <w:kern w:val="2"/>
      <w:sz w:val="24"/>
    </w:rPr>
  </w:style>
  <w:style w:type="paragraph" w:styleId="aa">
    <w:name w:val="List Paragraph"/>
    <w:basedOn w:val="a"/>
    <w:uiPriority w:val="34"/>
    <w:qFormat/>
    <w:rsid w:val="00102940"/>
    <w:pPr>
      <w:ind w:leftChars="400" w:left="840"/>
    </w:pPr>
  </w:style>
  <w:style w:type="paragraph" w:styleId="ab">
    <w:name w:val="Date"/>
    <w:basedOn w:val="a"/>
    <w:next w:val="a"/>
    <w:link w:val="ac"/>
    <w:rsid w:val="00703C17"/>
  </w:style>
  <w:style w:type="character" w:customStyle="1" w:styleId="ac">
    <w:name w:val="日付 (文字)"/>
    <w:basedOn w:val="a0"/>
    <w:link w:val="ab"/>
    <w:rsid w:val="00703C17"/>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CB4EE-3266-4A3B-B991-BADD0806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F4847BE8.dotm</Template>
  <TotalTime>451</TotalTime>
  <Pages>2</Pages>
  <Words>127</Words>
  <Characters>725</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第1号様式－①（病院長等 → 選管）</vt:lpstr>
    </vt:vector>
  </TitlesOfParts>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2020-02-20T07:19:00Z</cp:lastPrinted>
  <dcterms:created xsi:type="dcterms:W3CDTF">2013-09-24T13:12:00Z</dcterms:created>
  <dcterms:modified xsi:type="dcterms:W3CDTF">2025-09-05T09:23:00Z</dcterms:modified>
</cp:coreProperties>
</file>